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19747662" w14:textId="4DB2B662" w:rsidR="003F0376" w:rsidRPr="00A70AA0" w:rsidRDefault="0048074D" w:rsidP="009B5512">
      <w:pPr>
        <w:jc w:val="center"/>
        <w:rPr>
          <w:rFonts w:ascii="Arial Black" w:hAnsi="Arial Black" w:cs="Calibri"/>
          <w:sz w:val="24"/>
          <w:szCs w:val="24"/>
        </w:rPr>
      </w:pPr>
      <w:r w:rsidRPr="00A70AA0">
        <w:rPr>
          <w:rFonts w:ascii="Arial Black" w:hAnsi="Arial Black"/>
          <w:sz w:val="24"/>
          <w:szCs w:val="24"/>
        </w:rPr>
        <w:t>Dodávka testů, spotřebního materiálu a reagencií potřebných pro identifikaci mikroorganismů včetně bezplatné výpůjčky přístroje hmotnostní spektrometr – technologie MALDI</w:t>
      </w:r>
      <w:r w:rsidR="003F0376" w:rsidRPr="00A70AA0">
        <w:rPr>
          <w:rFonts w:ascii="Arial Black" w:hAnsi="Arial Black"/>
          <w:b/>
          <w:sz w:val="24"/>
          <w:szCs w:val="24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6D5334A5" w:rsidR="00AE1D1C" w:rsidRPr="004237FF" w:rsidRDefault="00E4269C" w:rsidP="006E4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D67806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6222107" w14:textId="77777777" w:rsidR="0048074D" w:rsidRPr="00A70AA0" w:rsidRDefault="0048074D" w:rsidP="0048074D">
      <w:pPr>
        <w:jc w:val="center"/>
        <w:rPr>
          <w:rFonts w:ascii="Arial Black" w:hAnsi="Arial Black" w:cs="Calibri"/>
          <w:sz w:val="24"/>
          <w:szCs w:val="24"/>
        </w:rPr>
      </w:pPr>
      <w:r w:rsidRPr="00A70AA0">
        <w:rPr>
          <w:rFonts w:ascii="Arial Black" w:hAnsi="Arial Black"/>
          <w:sz w:val="24"/>
          <w:szCs w:val="24"/>
        </w:rPr>
        <w:t>Dodávka testů, spotřebního materiálu a reagencií potřebných pro identifikaci mikroorganismů včetně bezplatné výpůjčky přístroje hmotnostní spektrometr – technologie MALDI</w:t>
      </w:r>
      <w:r w:rsidRPr="00A70AA0">
        <w:rPr>
          <w:rFonts w:ascii="Arial Black" w:hAnsi="Arial Black"/>
          <w:b/>
          <w:sz w:val="24"/>
          <w:szCs w:val="24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561500EF" w:rsidR="00C9644A" w:rsidRPr="004237FF" w:rsidRDefault="00C9644A" w:rsidP="00BC5E54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lastRenderedPageBreak/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221135315">
    <w:abstractNumId w:val="28"/>
  </w:num>
  <w:num w:numId="2" w16cid:durableId="466511388">
    <w:abstractNumId w:val="1"/>
  </w:num>
  <w:num w:numId="3" w16cid:durableId="2141340940">
    <w:abstractNumId w:val="32"/>
  </w:num>
  <w:num w:numId="4" w16cid:durableId="1473400829">
    <w:abstractNumId w:val="2"/>
  </w:num>
  <w:num w:numId="5" w16cid:durableId="1365255908">
    <w:abstractNumId w:val="30"/>
  </w:num>
  <w:num w:numId="6" w16cid:durableId="729042532">
    <w:abstractNumId w:val="6"/>
  </w:num>
  <w:num w:numId="7" w16cid:durableId="940143990">
    <w:abstractNumId w:val="7"/>
  </w:num>
  <w:num w:numId="8" w16cid:durableId="1116558648">
    <w:abstractNumId w:val="12"/>
  </w:num>
  <w:num w:numId="9" w16cid:durableId="317464289">
    <w:abstractNumId w:val="29"/>
  </w:num>
  <w:num w:numId="10" w16cid:durableId="1472214170">
    <w:abstractNumId w:val="9"/>
  </w:num>
  <w:num w:numId="11" w16cid:durableId="715665541">
    <w:abstractNumId w:val="0"/>
  </w:num>
  <w:num w:numId="12" w16cid:durableId="1407460462">
    <w:abstractNumId w:val="27"/>
  </w:num>
  <w:num w:numId="13" w16cid:durableId="1817991614">
    <w:abstractNumId w:val="16"/>
  </w:num>
  <w:num w:numId="14" w16cid:durableId="122817115">
    <w:abstractNumId w:val="10"/>
  </w:num>
  <w:num w:numId="15" w16cid:durableId="1457017748">
    <w:abstractNumId w:val="11"/>
  </w:num>
  <w:num w:numId="16" w16cid:durableId="750272730">
    <w:abstractNumId w:val="5"/>
  </w:num>
  <w:num w:numId="17" w16cid:durableId="1406757828">
    <w:abstractNumId w:val="20"/>
  </w:num>
  <w:num w:numId="18" w16cid:durableId="1242593571">
    <w:abstractNumId w:val="19"/>
  </w:num>
  <w:num w:numId="19" w16cid:durableId="292448163">
    <w:abstractNumId w:val="4"/>
  </w:num>
  <w:num w:numId="20" w16cid:durableId="336882453">
    <w:abstractNumId w:val="31"/>
  </w:num>
  <w:num w:numId="21" w16cid:durableId="1596551049">
    <w:abstractNumId w:val="13"/>
  </w:num>
  <w:num w:numId="22" w16cid:durableId="398214158">
    <w:abstractNumId w:val="22"/>
  </w:num>
  <w:num w:numId="23" w16cid:durableId="96487691">
    <w:abstractNumId w:val="25"/>
  </w:num>
  <w:num w:numId="24" w16cid:durableId="696924851">
    <w:abstractNumId w:val="18"/>
  </w:num>
  <w:num w:numId="25" w16cid:durableId="1300191047">
    <w:abstractNumId w:val="21"/>
  </w:num>
  <w:num w:numId="26" w16cid:durableId="582758642">
    <w:abstractNumId w:val="3"/>
  </w:num>
  <w:num w:numId="27" w16cid:durableId="2041782196">
    <w:abstractNumId w:val="15"/>
  </w:num>
  <w:num w:numId="28" w16cid:durableId="1805000843">
    <w:abstractNumId w:val="26"/>
  </w:num>
  <w:num w:numId="29" w16cid:durableId="1176572381">
    <w:abstractNumId w:val="24"/>
  </w:num>
  <w:num w:numId="30" w16cid:durableId="1706905337">
    <w:abstractNumId w:val="17"/>
  </w:num>
  <w:num w:numId="31" w16cid:durableId="198054346">
    <w:abstractNumId w:val="23"/>
  </w:num>
  <w:num w:numId="32" w16cid:durableId="111870833">
    <w:abstractNumId w:val="8"/>
  </w:num>
  <w:num w:numId="33" w16cid:durableId="59664158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8F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2341"/>
    <w:rsid w:val="00474984"/>
    <w:rsid w:val="0048074D"/>
    <w:rsid w:val="004866BB"/>
    <w:rsid w:val="004900CA"/>
    <w:rsid w:val="004A0E25"/>
    <w:rsid w:val="004A11E7"/>
    <w:rsid w:val="004B10CB"/>
    <w:rsid w:val="004B6F42"/>
    <w:rsid w:val="004C1A3D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838AD"/>
    <w:rsid w:val="00697CBF"/>
    <w:rsid w:val="006B3B09"/>
    <w:rsid w:val="006B4414"/>
    <w:rsid w:val="006B701C"/>
    <w:rsid w:val="006C39EE"/>
    <w:rsid w:val="006C7BED"/>
    <w:rsid w:val="006D538F"/>
    <w:rsid w:val="006E46A0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B5512"/>
    <w:rsid w:val="009D4F1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70AA0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01C49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C5E54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67806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07316-399A-4511-B3C8-5663978A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17</TotalTime>
  <Pages>3</Pages>
  <Words>219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Hlaváč Roman</cp:lastModifiedBy>
  <cp:revision>25</cp:revision>
  <cp:lastPrinted>2010-07-30T09:22:00Z</cp:lastPrinted>
  <dcterms:created xsi:type="dcterms:W3CDTF">2020-12-21T07:12:00Z</dcterms:created>
  <dcterms:modified xsi:type="dcterms:W3CDTF">2025-04-04T08:39:00Z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mYODr2a3HSWewsU/gM8+50xXenawQntxKG0oZ50jukfta8L3r2p1naDiBxoIgac1ATkMoZ6z4OC6FRmQGtZdvJakfTW5HjD7ps7nr+ygR6KG6FVH7t1F+Ngi3Gwba/pdwkRxENSg34mTwq9m14Kg3f8KhM4JeClvvakf9m6HPL5YJnYg+y9N3jj9vMbpUOHF</vt:lpwstr>
  </property>
</Properties>
</file>